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DE0" w:rsidRPr="008A0DE0" w:rsidRDefault="008A0DE0" w:rsidP="008A0DE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A0DE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97595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772ADE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1F53A2">
        <w:rPr>
          <w:rFonts w:ascii="Tahoma" w:hAnsi="Tahoma" w:cs="Tahoma"/>
          <w:sz w:val="24"/>
          <w:szCs w:val="24"/>
        </w:rPr>
        <w:t>0</w:t>
      </w:r>
      <w:r w:rsidR="00772ADE"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51FA7" w:rsidRPr="00C51FA7" w:rsidRDefault="006D07A2" w:rsidP="006D07A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6D07A2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Darovací smlouva mezi společností ODPADY PÍSEK s.r.o. a městem Strakonice</w:t>
      </w:r>
    </w:p>
    <w:p w:rsidR="0078047B" w:rsidRPr="00DF33E9" w:rsidRDefault="00B65A45" w:rsidP="00B65A4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B65A45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Veřejná zakázka malého rozsahu na služby na zajištění akce „Zpracování lesních hospod. osnov Strakonice - zařizovací obvod Kašperské Hory, s</w:t>
      </w:r>
      <w:r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 </w:t>
      </w:r>
      <w:r w:rsidRPr="00B65A45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platností od </w:t>
      </w:r>
      <w:proofErr w:type="gramStart"/>
      <w:r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0</w:t>
      </w:r>
      <w:r w:rsidRPr="00B65A45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1.01.2024</w:t>
      </w:r>
      <w:proofErr w:type="gramEnd"/>
      <w:r w:rsidRPr="00B65A45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do 31.12.2033“</w:t>
      </w:r>
    </w:p>
    <w:p w:rsidR="00C46D9A" w:rsidRPr="009A42D4" w:rsidRDefault="009A42D4" w:rsidP="009A42D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9A42D4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Objednávky OŽP za měsíc </w:t>
      </w:r>
      <w:r w:rsidR="00772ADE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srpen</w:t>
      </w:r>
      <w:r w:rsidRPr="009A42D4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2022</w:t>
      </w:r>
    </w:p>
    <w:p w:rsidR="00B65A45" w:rsidRDefault="00B65A45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0E140E" w:rsidRDefault="000E140E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8A0DE0" w:rsidRPr="000E140E" w:rsidRDefault="008A0DE0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72ADE">
        <w:rPr>
          <w:rFonts w:ascii="Tahoma" w:hAnsi="Tahoma" w:cs="Tahoma"/>
          <w:sz w:val="20"/>
          <w:szCs w:val="20"/>
        </w:rPr>
        <w:t>21</w:t>
      </w:r>
      <w:r w:rsidR="0095631D">
        <w:rPr>
          <w:rFonts w:ascii="Tahoma" w:hAnsi="Tahoma" w:cs="Tahoma"/>
          <w:sz w:val="20"/>
          <w:szCs w:val="20"/>
        </w:rPr>
        <w:t xml:space="preserve">. </w:t>
      </w:r>
      <w:r w:rsidR="00772ADE">
        <w:rPr>
          <w:rFonts w:ascii="Tahoma" w:hAnsi="Tahoma" w:cs="Tahoma"/>
          <w:sz w:val="20"/>
          <w:szCs w:val="20"/>
        </w:rPr>
        <w:t>září</w:t>
      </w:r>
      <w:r w:rsidR="00441E69">
        <w:rPr>
          <w:rFonts w:ascii="Tahoma" w:hAnsi="Tahoma" w:cs="Tahoma"/>
          <w:sz w:val="20"/>
          <w:szCs w:val="20"/>
        </w:rPr>
        <w:t xml:space="preserve"> </w:t>
      </w:r>
      <w:r w:rsidR="0095631D">
        <w:rPr>
          <w:rFonts w:ascii="Tahoma" w:hAnsi="Tahoma" w:cs="Tahoma"/>
          <w:sz w:val="20"/>
          <w:szCs w:val="20"/>
        </w:rPr>
        <w:t>2022</w:t>
      </w:r>
    </w:p>
    <w:p w:rsidR="00660E89" w:rsidRDefault="00660E8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E140E" w:rsidRDefault="000E140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D07A2" w:rsidRPr="005E0400" w:rsidRDefault="006D07A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C46D9A" w:rsidRPr="00C46D9A" w:rsidRDefault="00426FB6" w:rsidP="00C46D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46D9A" w:rsidRPr="00C46D9A">
        <w:rPr>
          <w:rFonts w:ascii="Tahoma" w:hAnsi="Tahoma" w:cs="Tahoma"/>
          <w:sz w:val="20"/>
          <w:szCs w:val="20"/>
        </w:rPr>
        <w:t>bod č. 1</w:t>
      </w:r>
    </w:p>
    <w:p w:rsidR="00C46D9A" w:rsidRPr="00C46D9A" w:rsidRDefault="006D07A2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6D07A2">
        <w:rPr>
          <w:rFonts w:ascii="Tahoma" w:hAnsi="Tahoma" w:cs="Tahoma"/>
          <w:sz w:val="20"/>
          <w:szCs w:val="20"/>
        </w:rPr>
        <w:t>Ing. Radka Mrkvičková – pracovník oddělení ochrany prostře</w:t>
      </w:r>
      <w:r w:rsidR="00B65A45">
        <w:rPr>
          <w:rFonts w:ascii="Tahoma" w:hAnsi="Tahoma" w:cs="Tahoma"/>
          <w:sz w:val="20"/>
          <w:szCs w:val="20"/>
        </w:rPr>
        <w:t>dí</w:t>
      </w:r>
    </w:p>
    <w:p w:rsidR="00C46D9A" w:rsidRPr="00C46D9A" w:rsidRDefault="00C46D9A" w:rsidP="00073C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ab/>
      </w:r>
      <w:r w:rsidRPr="00C46D9A">
        <w:rPr>
          <w:rFonts w:ascii="Tahoma" w:hAnsi="Tahoma" w:cs="Tahoma"/>
          <w:sz w:val="20"/>
          <w:szCs w:val="20"/>
        </w:rPr>
        <w:tab/>
        <w:t xml:space="preserve">bod č. </w:t>
      </w:r>
      <w:r w:rsidR="00073C27">
        <w:rPr>
          <w:rFonts w:ascii="Tahoma" w:hAnsi="Tahoma" w:cs="Tahoma"/>
          <w:sz w:val="20"/>
          <w:szCs w:val="20"/>
        </w:rPr>
        <w:t>2</w:t>
      </w:r>
    </w:p>
    <w:p w:rsidR="00975951" w:rsidRPr="00C46D9A" w:rsidRDefault="00441E69" w:rsidP="00975951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441E69">
        <w:rPr>
          <w:rFonts w:ascii="Tahoma" w:hAnsi="Tahoma" w:cs="Tahoma"/>
          <w:sz w:val="20"/>
          <w:szCs w:val="20"/>
        </w:rPr>
        <w:t xml:space="preserve">Ing. </w:t>
      </w:r>
      <w:r w:rsidR="006D07A2">
        <w:rPr>
          <w:rFonts w:ascii="Tahoma" w:hAnsi="Tahoma" w:cs="Tahoma"/>
          <w:sz w:val="20"/>
          <w:szCs w:val="20"/>
        </w:rPr>
        <w:t>Anna Sekyrová</w:t>
      </w:r>
      <w:r w:rsidRPr="00441E69">
        <w:rPr>
          <w:rFonts w:ascii="Tahoma" w:hAnsi="Tahoma" w:cs="Tahoma"/>
          <w:sz w:val="20"/>
          <w:szCs w:val="20"/>
        </w:rPr>
        <w:t xml:space="preserve"> – </w:t>
      </w:r>
      <w:r w:rsidR="00B65A45" w:rsidRPr="00B65A45">
        <w:rPr>
          <w:rFonts w:ascii="Tahoma" w:hAnsi="Tahoma" w:cs="Tahoma"/>
          <w:sz w:val="20"/>
          <w:szCs w:val="20"/>
        </w:rPr>
        <w:t>referentka odboru životního prostředí, úsek státní správy lesů</w:t>
      </w:r>
    </w:p>
    <w:p w:rsidR="00C46D9A" w:rsidRPr="00C46D9A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bod č. </w:t>
      </w:r>
      <w:r w:rsidR="00073C27">
        <w:rPr>
          <w:rFonts w:ascii="Tahoma" w:hAnsi="Tahoma" w:cs="Tahoma"/>
          <w:sz w:val="20"/>
          <w:szCs w:val="20"/>
        </w:rPr>
        <w:t>3</w:t>
      </w:r>
    </w:p>
    <w:p w:rsidR="00AC01CC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Ing. Peter Kurek – pracovník krizového řízení</w:t>
      </w: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8A0DE0" w:rsidRDefault="008A0DE0">
      <w:pPr>
        <w:jc w:val="left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C51FA7" w:rsidRPr="0081412B" w:rsidRDefault="006D07A2" w:rsidP="0081412B">
      <w:pPr>
        <w:pStyle w:val="Nadpis2"/>
        <w:numPr>
          <w:ilvl w:val="0"/>
          <w:numId w:val="6"/>
        </w:numPr>
        <w:rPr>
          <w:rFonts w:ascii="Tahoma" w:hAnsi="Tahoma" w:cs="Tahoma"/>
          <w:sz w:val="24"/>
        </w:rPr>
      </w:pPr>
      <w:r w:rsidRPr="0081412B">
        <w:rPr>
          <w:rFonts w:ascii="Tahoma" w:hAnsi="Tahoma" w:cs="Tahoma"/>
          <w:sz w:val="24"/>
        </w:rPr>
        <w:lastRenderedPageBreak/>
        <w:t>Darovací smlouva mezi společností ODPADY PÍSEK s.r.o. a městem Strakonice</w:t>
      </w:r>
      <w:r w:rsidR="00C51FA7" w:rsidRPr="0081412B">
        <w:rPr>
          <w:rFonts w:ascii="Tahoma" w:hAnsi="Tahoma" w:cs="Tahoma"/>
          <w:sz w:val="24"/>
        </w:rPr>
        <w:t xml:space="preserve"> </w:t>
      </w:r>
    </w:p>
    <w:p w:rsidR="00D22C9F" w:rsidRPr="00D35E22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C51FA7" w:rsidRPr="00C51FA7" w:rsidRDefault="00C51FA7" w:rsidP="00C51FA7">
      <w:pPr>
        <w:rPr>
          <w:rFonts w:ascii="Tahoma" w:hAnsi="Tahoma" w:cs="Tahoma"/>
          <w:bCs/>
          <w:sz w:val="20"/>
          <w:szCs w:val="20"/>
        </w:rPr>
      </w:pPr>
      <w:r w:rsidRPr="00C51FA7">
        <w:rPr>
          <w:rFonts w:ascii="Tahoma" w:hAnsi="Tahoma" w:cs="Tahoma"/>
          <w:bCs/>
          <w:sz w:val="20"/>
          <w:szCs w:val="20"/>
        </w:rPr>
        <w:t>Návrh usnesení:</w:t>
      </w:r>
    </w:p>
    <w:p w:rsidR="00C51FA7" w:rsidRDefault="00C51FA7" w:rsidP="00C51FA7">
      <w:pPr>
        <w:rPr>
          <w:rFonts w:ascii="Tahoma" w:hAnsi="Tahoma" w:cs="Tahoma"/>
          <w:bCs/>
          <w:sz w:val="20"/>
          <w:szCs w:val="20"/>
        </w:rPr>
      </w:pPr>
      <w:r w:rsidRPr="00C51FA7">
        <w:rPr>
          <w:rFonts w:ascii="Tahoma" w:hAnsi="Tahoma" w:cs="Tahoma"/>
          <w:bCs/>
          <w:sz w:val="20"/>
          <w:szCs w:val="20"/>
        </w:rPr>
        <w:t>RM po projednání:</w:t>
      </w:r>
    </w:p>
    <w:p w:rsidR="00C51FA7" w:rsidRPr="00C51FA7" w:rsidRDefault="00C51FA7" w:rsidP="00C51FA7">
      <w:pPr>
        <w:rPr>
          <w:rFonts w:ascii="Tahoma" w:hAnsi="Tahoma" w:cs="Tahoma"/>
          <w:bCs/>
          <w:sz w:val="20"/>
          <w:szCs w:val="20"/>
        </w:rPr>
      </w:pPr>
    </w:p>
    <w:p w:rsidR="00C51FA7" w:rsidRPr="0081412B" w:rsidRDefault="00C51FA7" w:rsidP="0081412B">
      <w:pPr>
        <w:pStyle w:val="Nadpis3"/>
      </w:pPr>
      <w:r w:rsidRPr="00C51FA7">
        <w:t xml:space="preserve">I. </w:t>
      </w:r>
      <w:r w:rsidR="006D07A2">
        <w:t>Schvaluje</w:t>
      </w:r>
    </w:p>
    <w:p w:rsidR="00C51FA7" w:rsidRDefault="006D07A2" w:rsidP="00C51FA7">
      <w:pPr>
        <w:rPr>
          <w:rFonts w:ascii="Tahoma" w:hAnsi="Tahoma" w:cs="Tahoma"/>
          <w:bCs/>
          <w:sz w:val="20"/>
          <w:szCs w:val="20"/>
        </w:rPr>
      </w:pPr>
      <w:r w:rsidRPr="006D07A2">
        <w:rPr>
          <w:rFonts w:ascii="Tahoma" w:hAnsi="Tahoma" w:cs="Tahoma"/>
          <w:bCs/>
          <w:sz w:val="20"/>
          <w:szCs w:val="20"/>
        </w:rPr>
        <w:t>přijetí finančního daru v celkové hodnotě 200.000,- Kč od společnosti ODPADY PÍSEK s.r.o. a uzavření Darovací smlouvy mezi společností ODPADY PÍSEK s.r.o. a městem Strakonice</w:t>
      </w:r>
      <w:r w:rsidR="00C51FA7" w:rsidRPr="00C51FA7">
        <w:rPr>
          <w:rFonts w:ascii="Tahoma" w:hAnsi="Tahoma" w:cs="Tahoma"/>
          <w:bCs/>
          <w:sz w:val="20"/>
          <w:szCs w:val="20"/>
        </w:rPr>
        <w:t>.</w:t>
      </w:r>
    </w:p>
    <w:p w:rsidR="00A954AD" w:rsidRDefault="00A954AD" w:rsidP="00AA7E7E">
      <w:pPr>
        <w:rPr>
          <w:rFonts w:ascii="Tahoma" w:hAnsi="Tahoma" w:cs="Tahoma"/>
          <w:sz w:val="20"/>
          <w:szCs w:val="20"/>
        </w:rPr>
      </w:pPr>
    </w:p>
    <w:p w:rsidR="006D07A2" w:rsidRPr="0081412B" w:rsidRDefault="006D07A2" w:rsidP="0081412B">
      <w:pPr>
        <w:pStyle w:val="Nadpis3"/>
      </w:pPr>
      <w:r w:rsidRPr="00C51FA7">
        <w:t>I</w:t>
      </w:r>
      <w:r>
        <w:t>I</w:t>
      </w:r>
      <w:r w:rsidRPr="00C51FA7">
        <w:t xml:space="preserve">. </w:t>
      </w:r>
      <w:r>
        <w:t>Pověřuje</w:t>
      </w:r>
    </w:p>
    <w:p w:rsidR="00A954AD" w:rsidRPr="008A0DE0" w:rsidRDefault="006D07A2" w:rsidP="00AA7E7E">
      <w:pPr>
        <w:rPr>
          <w:rFonts w:ascii="Tahoma" w:hAnsi="Tahoma" w:cs="Tahoma"/>
          <w:bCs/>
          <w:sz w:val="20"/>
          <w:szCs w:val="20"/>
        </w:rPr>
      </w:pPr>
      <w:r w:rsidRPr="006D07A2">
        <w:rPr>
          <w:rFonts w:ascii="Tahoma" w:hAnsi="Tahoma" w:cs="Tahoma"/>
          <w:bCs/>
          <w:sz w:val="20"/>
          <w:szCs w:val="20"/>
        </w:rPr>
        <w:t>starostu města podpisem předmětné darovací smlouvy a ukládá odboru ŽP uveřejnit tuto smlouvu dle zákona č. 340/2015 Sb. do registru smluv</w:t>
      </w:r>
      <w:r w:rsidRPr="00C51FA7">
        <w:rPr>
          <w:rFonts w:ascii="Tahoma" w:hAnsi="Tahoma" w:cs="Tahoma"/>
          <w:bCs/>
          <w:sz w:val="20"/>
          <w:szCs w:val="20"/>
        </w:rPr>
        <w:t>.</w:t>
      </w:r>
    </w:p>
    <w:p w:rsidR="006D07A2" w:rsidRDefault="006D07A2" w:rsidP="006D07A2">
      <w:pPr>
        <w:rPr>
          <w:rFonts w:ascii="Tahoma" w:hAnsi="Tahoma" w:cs="Tahoma"/>
          <w:sz w:val="20"/>
          <w:szCs w:val="20"/>
        </w:rPr>
      </w:pPr>
    </w:p>
    <w:p w:rsidR="00A954AD" w:rsidRPr="00DB4F9D" w:rsidRDefault="00B65A45" w:rsidP="00B65A45">
      <w:pPr>
        <w:pStyle w:val="Nadpis2"/>
        <w:numPr>
          <w:ilvl w:val="0"/>
          <w:numId w:val="6"/>
        </w:numPr>
        <w:rPr>
          <w:rFonts w:ascii="Tahoma" w:hAnsi="Tahoma" w:cs="Tahoma"/>
          <w:sz w:val="24"/>
        </w:rPr>
      </w:pPr>
      <w:r w:rsidRPr="00B65A45">
        <w:rPr>
          <w:rFonts w:ascii="Tahoma" w:hAnsi="Tahoma" w:cs="Tahoma"/>
          <w:sz w:val="24"/>
        </w:rPr>
        <w:t xml:space="preserve">Veřejná zakázka malého rozsahu na služby na zajištění akce „Zpracování lesních hospod. osnov Strakonice - zařizovací obvod Kašperské Hory, s platností od </w:t>
      </w:r>
      <w:proofErr w:type="gramStart"/>
      <w:r>
        <w:rPr>
          <w:rFonts w:ascii="Tahoma" w:hAnsi="Tahoma" w:cs="Tahoma"/>
          <w:sz w:val="24"/>
        </w:rPr>
        <w:t>0</w:t>
      </w:r>
      <w:r w:rsidRPr="00B65A45">
        <w:rPr>
          <w:rFonts w:ascii="Tahoma" w:hAnsi="Tahoma" w:cs="Tahoma"/>
          <w:sz w:val="24"/>
        </w:rPr>
        <w:t>1.01.2024</w:t>
      </w:r>
      <w:proofErr w:type="gramEnd"/>
      <w:r w:rsidRPr="00B65A45">
        <w:rPr>
          <w:rFonts w:ascii="Tahoma" w:hAnsi="Tahoma" w:cs="Tahoma"/>
          <w:sz w:val="24"/>
        </w:rPr>
        <w:t xml:space="preserve"> do 31.12.2033“</w:t>
      </w:r>
    </w:p>
    <w:p w:rsidR="00746211" w:rsidRDefault="00746211" w:rsidP="00F24513">
      <w:pPr>
        <w:ind w:left="426" w:hanging="426"/>
      </w:pPr>
    </w:p>
    <w:p w:rsidR="00A954AD" w:rsidRPr="005E0400" w:rsidRDefault="00A954AD" w:rsidP="00A954A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954AD" w:rsidRDefault="00A954AD" w:rsidP="00A954A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954AD" w:rsidRPr="005E0400" w:rsidRDefault="00A954AD" w:rsidP="00A954AD">
      <w:pPr>
        <w:rPr>
          <w:rFonts w:ascii="Tahoma" w:hAnsi="Tahoma" w:cs="Tahoma"/>
          <w:sz w:val="20"/>
          <w:szCs w:val="20"/>
        </w:rPr>
      </w:pPr>
    </w:p>
    <w:p w:rsidR="00A954AD" w:rsidRPr="005E0400" w:rsidRDefault="00A954AD" w:rsidP="00A954AD">
      <w:pPr>
        <w:pStyle w:val="Nadpis3"/>
      </w:pPr>
      <w:r w:rsidRPr="005E0400">
        <w:t xml:space="preserve">I. </w:t>
      </w:r>
      <w:r w:rsidR="0038213E">
        <w:t>Schvaluje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vyhodnocení výběrového řízení, provedeného hodnotící komisí, na zajištění akce „Zpracování lesních hospod. osnov Strakonice - zařizovací obvod Kašperské Hory, s platností od </w:t>
      </w:r>
      <w:proofErr w:type="gramStart"/>
      <w:r>
        <w:rPr>
          <w:rFonts w:ascii="Tahoma" w:hAnsi="Tahoma" w:cs="Tahoma"/>
          <w:sz w:val="20"/>
          <w:szCs w:val="20"/>
        </w:rPr>
        <w:t>0</w:t>
      </w:r>
      <w:r w:rsidRPr="00B65A45">
        <w:rPr>
          <w:rFonts w:ascii="Tahoma" w:hAnsi="Tahoma" w:cs="Tahoma"/>
          <w:sz w:val="20"/>
          <w:szCs w:val="20"/>
        </w:rPr>
        <w:t>1.01.2024</w:t>
      </w:r>
      <w:proofErr w:type="gramEnd"/>
      <w:r w:rsidRPr="00B65A45">
        <w:rPr>
          <w:rFonts w:ascii="Tahoma" w:hAnsi="Tahoma" w:cs="Tahoma"/>
          <w:sz w:val="20"/>
          <w:szCs w:val="20"/>
        </w:rPr>
        <w:t xml:space="preserve"> do 31.12.2033“.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Nejvýhodnější nabídka byla podána uchazečem – obchodní formou SILVA PROJEKT s.r.o., </w:t>
      </w:r>
      <w:proofErr w:type="spellStart"/>
      <w:r w:rsidRPr="00B65A45">
        <w:rPr>
          <w:rFonts w:ascii="Tahoma" w:hAnsi="Tahoma" w:cs="Tahoma"/>
          <w:sz w:val="20"/>
          <w:szCs w:val="20"/>
        </w:rPr>
        <w:t>Kotojedská</w:t>
      </w:r>
      <w:proofErr w:type="spellEnd"/>
      <w:r w:rsidRPr="00B65A45">
        <w:rPr>
          <w:rFonts w:ascii="Tahoma" w:hAnsi="Tahoma" w:cs="Tahoma"/>
          <w:sz w:val="20"/>
          <w:szCs w:val="20"/>
        </w:rPr>
        <w:t xml:space="preserve"> 1044/27, 767 01 Kroměříž, IČO: 29295033, tj. 390 Kč/1 ha bez DPH, kdy celková cena díla činí 278</w:t>
      </w:r>
      <w:r>
        <w:rPr>
          <w:rFonts w:ascii="Tahoma" w:hAnsi="Tahoma" w:cs="Tahoma"/>
          <w:sz w:val="20"/>
          <w:szCs w:val="20"/>
        </w:rPr>
        <w:t> </w:t>
      </w:r>
      <w:r w:rsidRPr="00B65A45">
        <w:rPr>
          <w:rFonts w:ascii="Tahoma" w:hAnsi="Tahoma" w:cs="Tahoma"/>
          <w:sz w:val="20"/>
          <w:szCs w:val="20"/>
        </w:rPr>
        <w:t>850</w:t>
      </w:r>
      <w:r>
        <w:rPr>
          <w:rFonts w:ascii="Tahoma" w:hAnsi="Tahoma" w:cs="Tahoma"/>
          <w:sz w:val="20"/>
          <w:szCs w:val="20"/>
        </w:rPr>
        <w:t> </w:t>
      </w:r>
      <w:r w:rsidRPr="00B65A45">
        <w:rPr>
          <w:rFonts w:ascii="Tahoma" w:hAnsi="Tahoma" w:cs="Tahoma"/>
          <w:sz w:val="20"/>
          <w:szCs w:val="20"/>
        </w:rPr>
        <w:t>Kč bez DPH. Jedná se o zakázku hrazenou státem.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Termín předání a převzetí kompletního díla</w:t>
      </w:r>
      <w:r>
        <w:rPr>
          <w:rFonts w:ascii="Tahoma" w:hAnsi="Tahoma" w:cs="Tahoma"/>
          <w:sz w:val="20"/>
          <w:szCs w:val="20"/>
        </w:rPr>
        <w:t xml:space="preserve"> </w:t>
      </w:r>
      <w:r w:rsidRPr="00B65A45">
        <w:rPr>
          <w:rFonts w:ascii="Tahoma" w:hAnsi="Tahoma" w:cs="Tahoma"/>
          <w:sz w:val="20"/>
          <w:szCs w:val="20"/>
        </w:rPr>
        <w:t xml:space="preserve">do </w:t>
      </w:r>
      <w:proofErr w:type="gramStart"/>
      <w:r w:rsidRPr="00B65A45">
        <w:rPr>
          <w:rFonts w:ascii="Tahoma" w:hAnsi="Tahoma" w:cs="Tahoma"/>
          <w:sz w:val="20"/>
          <w:szCs w:val="20"/>
        </w:rPr>
        <w:t>30.06.2024</w:t>
      </w:r>
      <w:proofErr w:type="gramEnd"/>
      <w:r w:rsidRPr="00B65A45">
        <w:rPr>
          <w:rFonts w:ascii="Tahoma" w:hAnsi="Tahoma" w:cs="Tahoma"/>
          <w:sz w:val="20"/>
          <w:szCs w:val="20"/>
        </w:rPr>
        <w:t>.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Pořadí uchazečů o veřejnou zakázku: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1. SILVA PROJEKT s.r.o., </w:t>
      </w:r>
      <w:proofErr w:type="spellStart"/>
      <w:r w:rsidRPr="00B65A45">
        <w:rPr>
          <w:rFonts w:ascii="Tahoma" w:hAnsi="Tahoma" w:cs="Tahoma"/>
          <w:sz w:val="20"/>
          <w:szCs w:val="20"/>
        </w:rPr>
        <w:t>Kotojedská</w:t>
      </w:r>
      <w:proofErr w:type="spellEnd"/>
      <w:r w:rsidRPr="00B65A45">
        <w:rPr>
          <w:rFonts w:ascii="Tahoma" w:hAnsi="Tahoma" w:cs="Tahoma"/>
          <w:sz w:val="20"/>
          <w:szCs w:val="20"/>
        </w:rPr>
        <w:t xml:space="preserve"> 1044/27, 767 01 Kroměříž, IČO: 29295033</w:t>
      </w:r>
    </w:p>
    <w:p w:rsid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Výše nabídkové ceny na 1 ha bez DPH:390 Kč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2. LESPROJEKT JIŽNÍ ČECHY, s.r.o., Topolová 972/4, 373 72 Lišov, IČO: 07603924</w:t>
      </w:r>
    </w:p>
    <w:p w:rsid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Výše nabídkové ceny na 1 ha bez DPH: 400 Kč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3. </w:t>
      </w:r>
      <w:proofErr w:type="spellStart"/>
      <w:r w:rsidRPr="00B65A45">
        <w:rPr>
          <w:rFonts w:ascii="Tahoma" w:hAnsi="Tahoma" w:cs="Tahoma"/>
          <w:sz w:val="20"/>
          <w:szCs w:val="20"/>
        </w:rPr>
        <w:t>LesInfo</w:t>
      </w:r>
      <w:proofErr w:type="spellEnd"/>
      <w:r w:rsidRPr="00B65A45">
        <w:rPr>
          <w:rFonts w:ascii="Tahoma" w:hAnsi="Tahoma" w:cs="Tahoma"/>
          <w:sz w:val="20"/>
          <w:szCs w:val="20"/>
        </w:rPr>
        <w:t xml:space="preserve"> CZ a.s., Rudolfovská 84, 370 01 České Budějovice, IČO: 25161644.</w:t>
      </w:r>
    </w:p>
    <w:p w:rsid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Výše nabídkové ceny na 1 ha bez DPH: 670 Kč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4. </w:t>
      </w:r>
      <w:proofErr w:type="spellStart"/>
      <w:r w:rsidRPr="00B65A45">
        <w:rPr>
          <w:rFonts w:ascii="Tahoma" w:hAnsi="Tahoma" w:cs="Tahoma"/>
          <w:sz w:val="20"/>
          <w:szCs w:val="20"/>
        </w:rPr>
        <w:t>LHProjekt</w:t>
      </w:r>
      <w:proofErr w:type="spellEnd"/>
      <w:r w:rsidRPr="00B65A45">
        <w:rPr>
          <w:rFonts w:ascii="Tahoma" w:hAnsi="Tahoma" w:cs="Tahoma"/>
          <w:sz w:val="20"/>
          <w:szCs w:val="20"/>
        </w:rPr>
        <w:t xml:space="preserve"> a.s., Čichnova 386, 624 00 Brno, IČO: 25300806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Výše nabídkové ceny na 1 ha bez DPH: 680 Kč</w:t>
      </w: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P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5. Plzeňský </w:t>
      </w:r>
      <w:proofErr w:type="spellStart"/>
      <w:r w:rsidRPr="00B65A45">
        <w:rPr>
          <w:rFonts w:ascii="Tahoma" w:hAnsi="Tahoma" w:cs="Tahoma"/>
          <w:sz w:val="20"/>
          <w:szCs w:val="20"/>
        </w:rPr>
        <w:t>lesprojekt</w:t>
      </w:r>
      <w:proofErr w:type="spellEnd"/>
      <w:r w:rsidRPr="00B65A45">
        <w:rPr>
          <w:rFonts w:ascii="Tahoma" w:hAnsi="Tahoma" w:cs="Tahoma"/>
          <w:sz w:val="20"/>
          <w:szCs w:val="20"/>
        </w:rPr>
        <w:t>, a.s., náměstí Generála Píky 8, 326 00 Plzeň, IČO: 25202448</w:t>
      </w:r>
    </w:p>
    <w:p w:rsidR="00837F9F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Výše nabídkové ceny na 1 ha bez DPH: 790 Kč</w:t>
      </w:r>
      <w:r>
        <w:rPr>
          <w:rFonts w:ascii="Tahoma" w:hAnsi="Tahoma" w:cs="Tahoma"/>
          <w:sz w:val="20"/>
          <w:szCs w:val="20"/>
        </w:rPr>
        <w:t>.</w:t>
      </w:r>
    </w:p>
    <w:p w:rsidR="00B65A45" w:rsidRDefault="00B65A45" w:rsidP="00B65A45">
      <w:pPr>
        <w:rPr>
          <w:rFonts w:ascii="Tahoma" w:hAnsi="Tahoma" w:cs="Tahoma"/>
          <w:sz w:val="20"/>
          <w:szCs w:val="20"/>
        </w:rPr>
      </w:pPr>
    </w:p>
    <w:p w:rsidR="00B65A45" w:rsidRPr="005E0400" w:rsidRDefault="00B65A45" w:rsidP="00B65A45">
      <w:pPr>
        <w:pStyle w:val="Nadpis3"/>
      </w:pPr>
      <w:r w:rsidRPr="005E0400">
        <w:t>I</w:t>
      </w:r>
      <w:r>
        <w:t>I</w:t>
      </w:r>
      <w:r w:rsidRPr="005E0400">
        <w:t xml:space="preserve">. </w:t>
      </w:r>
      <w:r>
        <w:t>Schvaluje</w:t>
      </w:r>
    </w:p>
    <w:p w:rsidR="00B65A45" w:rsidRDefault="00B65A45" w:rsidP="00B65A45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 xml:space="preserve">uzavření smlouvy o dílo s uchazečem - obchodní formou SILVA PROJEKT s.r.o., </w:t>
      </w:r>
      <w:proofErr w:type="spellStart"/>
      <w:r w:rsidRPr="00B65A45">
        <w:rPr>
          <w:rFonts w:ascii="Tahoma" w:hAnsi="Tahoma" w:cs="Tahoma"/>
          <w:sz w:val="20"/>
          <w:szCs w:val="20"/>
        </w:rPr>
        <w:t>Kotojedská</w:t>
      </w:r>
      <w:proofErr w:type="spellEnd"/>
      <w:r w:rsidRPr="00B65A45">
        <w:rPr>
          <w:rFonts w:ascii="Tahoma" w:hAnsi="Tahoma" w:cs="Tahoma"/>
          <w:sz w:val="20"/>
          <w:szCs w:val="20"/>
        </w:rPr>
        <w:t xml:space="preserve"> 1044/27, 767 01 Kroměříž, IČO: 29295033, na realizaci veřejné zakázky malého rozsahu na služby na zajištění akce „Zpracování lesních hospod. osnov Strakonice - zařizovací obvod Kašperské Hory, s platností od</w:t>
      </w:r>
      <w:r>
        <w:rPr>
          <w:rFonts w:ascii="Tahoma" w:hAnsi="Tahoma" w:cs="Tahoma"/>
          <w:sz w:val="20"/>
          <w:szCs w:val="20"/>
        </w:rPr>
        <w:t> </w:t>
      </w:r>
      <w:proofErr w:type="gramStart"/>
      <w:r>
        <w:rPr>
          <w:rFonts w:ascii="Tahoma" w:hAnsi="Tahoma" w:cs="Tahoma"/>
          <w:sz w:val="20"/>
          <w:szCs w:val="20"/>
        </w:rPr>
        <w:t>0</w:t>
      </w:r>
      <w:r w:rsidRPr="00B65A45">
        <w:rPr>
          <w:rFonts w:ascii="Tahoma" w:hAnsi="Tahoma" w:cs="Tahoma"/>
          <w:sz w:val="20"/>
          <w:szCs w:val="20"/>
        </w:rPr>
        <w:t>1.01.2024</w:t>
      </w:r>
      <w:proofErr w:type="gramEnd"/>
      <w:r w:rsidRPr="00B65A45">
        <w:rPr>
          <w:rFonts w:ascii="Tahoma" w:hAnsi="Tahoma" w:cs="Tahoma"/>
          <w:sz w:val="20"/>
          <w:szCs w:val="20"/>
        </w:rPr>
        <w:t xml:space="preserve"> do 31.12.2033“, za celkovou cenu díla 278 850 Kč bez DPH, 337 408,50 Kč včetně DPH (pro předběžně odhadovaných 715 ha lesní půdy).</w:t>
      </w:r>
    </w:p>
    <w:p w:rsidR="00A954AD" w:rsidRDefault="00A954AD" w:rsidP="00A954AD">
      <w:pPr>
        <w:rPr>
          <w:rFonts w:ascii="Tahoma" w:hAnsi="Tahoma" w:cs="Tahoma"/>
          <w:sz w:val="20"/>
          <w:szCs w:val="20"/>
        </w:rPr>
      </w:pPr>
    </w:p>
    <w:p w:rsidR="00A954AD" w:rsidRPr="005E0400" w:rsidRDefault="00A954AD" w:rsidP="00A954AD">
      <w:pPr>
        <w:pStyle w:val="Nadpis3"/>
      </w:pPr>
      <w:r w:rsidRPr="005E0400">
        <w:t>I</w:t>
      </w:r>
      <w:r w:rsidR="00B65A45">
        <w:t>I</w:t>
      </w:r>
      <w:r>
        <w:t>I</w:t>
      </w:r>
      <w:r w:rsidRPr="005E0400">
        <w:t xml:space="preserve">. </w:t>
      </w:r>
      <w:r>
        <w:t>Pověřuje</w:t>
      </w:r>
    </w:p>
    <w:p w:rsidR="00C46D9A" w:rsidRDefault="00B65A45" w:rsidP="00A954AD">
      <w:pPr>
        <w:rPr>
          <w:rFonts w:ascii="Tahoma" w:hAnsi="Tahoma" w:cs="Tahoma"/>
          <w:sz w:val="20"/>
          <w:szCs w:val="20"/>
        </w:rPr>
      </w:pPr>
      <w:r w:rsidRPr="00B65A45">
        <w:rPr>
          <w:rFonts w:ascii="Tahoma" w:hAnsi="Tahoma" w:cs="Tahoma"/>
          <w:sz w:val="20"/>
          <w:szCs w:val="20"/>
        </w:rPr>
        <w:t>starostu města podpisem příslušné smlouvy o dílo</w:t>
      </w:r>
      <w:r w:rsidR="0038213E" w:rsidRPr="0038213E">
        <w:rPr>
          <w:rFonts w:ascii="Tahoma" w:hAnsi="Tahoma" w:cs="Tahoma"/>
          <w:sz w:val="20"/>
          <w:szCs w:val="20"/>
        </w:rPr>
        <w:t>.</w:t>
      </w:r>
    </w:p>
    <w:p w:rsidR="000E140E" w:rsidRDefault="000E140E" w:rsidP="00AA7E7E"/>
    <w:p w:rsidR="0017301D" w:rsidRPr="009539C9" w:rsidRDefault="0017301D" w:rsidP="009539C9">
      <w:pPr>
        <w:pStyle w:val="Nadpis2"/>
        <w:numPr>
          <w:ilvl w:val="0"/>
          <w:numId w:val="6"/>
        </w:numPr>
        <w:ind w:left="426" w:hanging="426"/>
        <w:rPr>
          <w:rFonts w:ascii="Tahoma" w:hAnsi="Tahoma" w:cs="Tahoma"/>
          <w:bCs w:val="0"/>
          <w:sz w:val="24"/>
        </w:rPr>
      </w:pPr>
      <w:r w:rsidRPr="009539C9">
        <w:rPr>
          <w:rFonts w:ascii="Tahoma" w:hAnsi="Tahoma" w:cs="Tahoma"/>
          <w:bCs w:val="0"/>
          <w:sz w:val="24"/>
        </w:rPr>
        <w:lastRenderedPageBreak/>
        <w:t xml:space="preserve">Objednávky OŽP za </w:t>
      </w:r>
      <w:r w:rsidR="001E1D39" w:rsidRPr="009539C9">
        <w:rPr>
          <w:rFonts w:ascii="Tahoma" w:hAnsi="Tahoma" w:cs="Tahoma"/>
          <w:bCs w:val="0"/>
          <w:sz w:val="24"/>
        </w:rPr>
        <w:t xml:space="preserve">měsíc </w:t>
      </w:r>
      <w:r w:rsidR="00772ADE">
        <w:rPr>
          <w:rFonts w:ascii="Tahoma" w:hAnsi="Tahoma" w:cs="Tahoma"/>
          <w:bCs w:val="0"/>
          <w:sz w:val="24"/>
        </w:rPr>
        <w:t>srpen</w:t>
      </w:r>
      <w:r w:rsidR="001E1D39" w:rsidRPr="009539C9">
        <w:rPr>
          <w:rFonts w:ascii="Tahoma" w:hAnsi="Tahoma" w:cs="Tahoma"/>
          <w:bCs w:val="0"/>
          <w:sz w:val="24"/>
        </w:rPr>
        <w:t xml:space="preserve"> </w:t>
      </w:r>
      <w:r w:rsidRPr="009539C9">
        <w:rPr>
          <w:rFonts w:ascii="Tahoma" w:hAnsi="Tahoma" w:cs="Tahoma"/>
          <w:bCs w:val="0"/>
          <w:sz w:val="24"/>
        </w:rPr>
        <w:t>202</w:t>
      </w:r>
      <w:r w:rsidR="001E1D39" w:rsidRPr="009539C9">
        <w:rPr>
          <w:rFonts w:ascii="Tahoma" w:hAnsi="Tahoma" w:cs="Tahoma"/>
          <w:bCs w:val="0"/>
          <w:sz w:val="24"/>
        </w:rPr>
        <w:t>2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</w:p>
    <w:p w:rsidR="0017301D" w:rsidRPr="005E0400" w:rsidRDefault="0017301D" w:rsidP="0017301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</w:p>
    <w:p w:rsidR="0017301D" w:rsidRPr="005E0400" w:rsidRDefault="0017301D" w:rsidP="0017301D">
      <w:pPr>
        <w:pStyle w:val="Nadpis3"/>
      </w:pPr>
      <w:r w:rsidRPr="005E0400">
        <w:t xml:space="preserve">I. </w:t>
      </w:r>
      <w:r>
        <w:t>Bere na vědomí</w:t>
      </w:r>
    </w:p>
    <w:p w:rsidR="0017301D" w:rsidRPr="00265DAB" w:rsidRDefault="0017301D" w:rsidP="0017301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265DAB">
        <w:rPr>
          <w:rFonts w:ascii="Tahoma" w:hAnsi="Tahoma" w:cs="Tahoma"/>
          <w:sz w:val="20"/>
          <w:szCs w:val="20"/>
        </w:rPr>
        <w:t xml:space="preserve">eznam objednávek odboru životního prostředí za </w:t>
      </w:r>
      <w:r w:rsidR="001E1D39">
        <w:rPr>
          <w:rFonts w:ascii="Tahoma" w:hAnsi="Tahoma" w:cs="Tahoma"/>
          <w:sz w:val="20"/>
          <w:szCs w:val="20"/>
        </w:rPr>
        <w:t xml:space="preserve">měsíc </w:t>
      </w:r>
      <w:r w:rsidR="00772ADE">
        <w:rPr>
          <w:rFonts w:ascii="Tahoma" w:hAnsi="Tahoma" w:cs="Tahoma"/>
          <w:sz w:val="20"/>
          <w:szCs w:val="20"/>
        </w:rPr>
        <w:t>srpen</w:t>
      </w:r>
      <w:r w:rsidR="001E1D39">
        <w:rPr>
          <w:rFonts w:ascii="Tahoma" w:hAnsi="Tahoma" w:cs="Tahoma"/>
          <w:sz w:val="20"/>
          <w:szCs w:val="20"/>
        </w:rPr>
        <w:t xml:space="preserve"> 2022</w:t>
      </w:r>
      <w:r w:rsidRPr="00265DAB">
        <w:rPr>
          <w:rFonts w:ascii="Tahoma" w:hAnsi="Tahoma" w:cs="Tahoma"/>
          <w:sz w:val="20"/>
          <w:szCs w:val="20"/>
        </w:rPr>
        <w:t>.</w:t>
      </w:r>
    </w:p>
    <w:p w:rsidR="00975951" w:rsidRDefault="00975951" w:rsidP="0017301D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75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0454834"/>
    <w:multiLevelType w:val="hybridMultilevel"/>
    <w:tmpl w:val="B4189CF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E49BF"/>
    <w:multiLevelType w:val="hybridMultilevel"/>
    <w:tmpl w:val="528E6D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30EC"/>
    <w:rsid w:val="00053C5A"/>
    <w:rsid w:val="00061B60"/>
    <w:rsid w:val="00072030"/>
    <w:rsid w:val="00073C27"/>
    <w:rsid w:val="0007433B"/>
    <w:rsid w:val="00077160"/>
    <w:rsid w:val="00077D3A"/>
    <w:rsid w:val="000862B1"/>
    <w:rsid w:val="000919E8"/>
    <w:rsid w:val="000D04E9"/>
    <w:rsid w:val="000E140E"/>
    <w:rsid w:val="00103142"/>
    <w:rsid w:val="001139DD"/>
    <w:rsid w:val="00132EDD"/>
    <w:rsid w:val="00144203"/>
    <w:rsid w:val="001707E5"/>
    <w:rsid w:val="0017301D"/>
    <w:rsid w:val="00173509"/>
    <w:rsid w:val="0018625B"/>
    <w:rsid w:val="001A1D7A"/>
    <w:rsid w:val="001C15F9"/>
    <w:rsid w:val="001C6B43"/>
    <w:rsid w:val="001E1D39"/>
    <w:rsid w:val="001F0715"/>
    <w:rsid w:val="001F3506"/>
    <w:rsid w:val="001F53A2"/>
    <w:rsid w:val="002141E7"/>
    <w:rsid w:val="00231796"/>
    <w:rsid w:val="00240EDA"/>
    <w:rsid w:val="00250858"/>
    <w:rsid w:val="0026034E"/>
    <w:rsid w:val="00265DAB"/>
    <w:rsid w:val="0029472A"/>
    <w:rsid w:val="002C5564"/>
    <w:rsid w:val="0030780D"/>
    <w:rsid w:val="003123EF"/>
    <w:rsid w:val="00317B9A"/>
    <w:rsid w:val="00322350"/>
    <w:rsid w:val="0035309E"/>
    <w:rsid w:val="00355224"/>
    <w:rsid w:val="00371530"/>
    <w:rsid w:val="00372F2D"/>
    <w:rsid w:val="0038213E"/>
    <w:rsid w:val="00394325"/>
    <w:rsid w:val="0039687B"/>
    <w:rsid w:val="003A1F70"/>
    <w:rsid w:val="003C78C2"/>
    <w:rsid w:val="003D7520"/>
    <w:rsid w:val="003E10FC"/>
    <w:rsid w:val="003F2FAC"/>
    <w:rsid w:val="004248C1"/>
    <w:rsid w:val="00426FB6"/>
    <w:rsid w:val="004379E7"/>
    <w:rsid w:val="00441E69"/>
    <w:rsid w:val="0044704E"/>
    <w:rsid w:val="00455FD4"/>
    <w:rsid w:val="00463B41"/>
    <w:rsid w:val="00476B03"/>
    <w:rsid w:val="00496336"/>
    <w:rsid w:val="004C14C8"/>
    <w:rsid w:val="004C7E88"/>
    <w:rsid w:val="004E0BD3"/>
    <w:rsid w:val="004E20C9"/>
    <w:rsid w:val="004E2550"/>
    <w:rsid w:val="005078BB"/>
    <w:rsid w:val="00520591"/>
    <w:rsid w:val="00524A54"/>
    <w:rsid w:val="005445BC"/>
    <w:rsid w:val="0055252F"/>
    <w:rsid w:val="00554408"/>
    <w:rsid w:val="005738C5"/>
    <w:rsid w:val="00583C29"/>
    <w:rsid w:val="00586AF8"/>
    <w:rsid w:val="005A352B"/>
    <w:rsid w:val="005B73DA"/>
    <w:rsid w:val="005C517F"/>
    <w:rsid w:val="005D3FA8"/>
    <w:rsid w:val="005E0400"/>
    <w:rsid w:val="005F10FE"/>
    <w:rsid w:val="0060063D"/>
    <w:rsid w:val="00613D76"/>
    <w:rsid w:val="00615FF9"/>
    <w:rsid w:val="00617128"/>
    <w:rsid w:val="0062133C"/>
    <w:rsid w:val="00634744"/>
    <w:rsid w:val="00635927"/>
    <w:rsid w:val="00635E99"/>
    <w:rsid w:val="00641E7A"/>
    <w:rsid w:val="00660E89"/>
    <w:rsid w:val="00694F34"/>
    <w:rsid w:val="006A489B"/>
    <w:rsid w:val="006C0862"/>
    <w:rsid w:val="006D07A2"/>
    <w:rsid w:val="006D0DEB"/>
    <w:rsid w:val="006E7518"/>
    <w:rsid w:val="006F573C"/>
    <w:rsid w:val="00723260"/>
    <w:rsid w:val="00727EED"/>
    <w:rsid w:val="0074024C"/>
    <w:rsid w:val="00741295"/>
    <w:rsid w:val="00746211"/>
    <w:rsid w:val="00754A0D"/>
    <w:rsid w:val="00772ADE"/>
    <w:rsid w:val="00776503"/>
    <w:rsid w:val="0078047B"/>
    <w:rsid w:val="007A2904"/>
    <w:rsid w:val="007A4371"/>
    <w:rsid w:val="007D32CB"/>
    <w:rsid w:val="007D55D5"/>
    <w:rsid w:val="0081412B"/>
    <w:rsid w:val="008259B2"/>
    <w:rsid w:val="00830619"/>
    <w:rsid w:val="00837F9F"/>
    <w:rsid w:val="008533EB"/>
    <w:rsid w:val="008800CB"/>
    <w:rsid w:val="008867CB"/>
    <w:rsid w:val="008A0DE0"/>
    <w:rsid w:val="008A1356"/>
    <w:rsid w:val="008C03E2"/>
    <w:rsid w:val="008D7C51"/>
    <w:rsid w:val="008E6A45"/>
    <w:rsid w:val="009010A4"/>
    <w:rsid w:val="0092351A"/>
    <w:rsid w:val="0093061E"/>
    <w:rsid w:val="009456F9"/>
    <w:rsid w:val="009539C9"/>
    <w:rsid w:val="0095631D"/>
    <w:rsid w:val="00975951"/>
    <w:rsid w:val="009A02B1"/>
    <w:rsid w:val="009A42D4"/>
    <w:rsid w:val="009B3FED"/>
    <w:rsid w:val="009D03FD"/>
    <w:rsid w:val="009E26DB"/>
    <w:rsid w:val="00A21224"/>
    <w:rsid w:val="00A23735"/>
    <w:rsid w:val="00A432F0"/>
    <w:rsid w:val="00A54E79"/>
    <w:rsid w:val="00A60444"/>
    <w:rsid w:val="00A708C5"/>
    <w:rsid w:val="00A954AD"/>
    <w:rsid w:val="00AA7E7E"/>
    <w:rsid w:val="00AC01CC"/>
    <w:rsid w:val="00AC5ED4"/>
    <w:rsid w:val="00AD12D0"/>
    <w:rsid w:val="00AE4E63"/>
    <w:rsid w:val="00AF4662"/>
    <w:rsid w:val="00B02C64"/>
    <w:rsid w:val="00B21534"/>
    <w:rsid w:val="00B37AD8"/>
    <w:rsid w:val="00B43B32"/>
    <w:rsid w:val="00B51E8E"/>
    <w:rsid w:val="00B5220D"/>
    <w:rsid w:val="00B65A45"/>
    <w:rsid w:val="00B8362D"/>
    <w:rsid w:val="00B937F9"/>
    <w:rsid w:val="00B9387F"/>
    <w:rsid w:val="00BC515A"/>
    <w:rsid w:val="00BD0F0F"/>
    <w:rsid w:val="00BD2255"/>
    <w:rsid w:val="00BF7E67"/>
    <w:rsid w:val="00C14926"/>
    <w:rsid w:val="00C158CA"/>
    <w:rsid w:val="00C4590B"/>
    <w:rsid w:val="00C46D9A"/>
    <w:rsid w:val="00C51FA7"/>
    <w:rsid w:val="00C66AD8"/>
    <w:rsid w:val="00C76816"/>
    <w:rsid w:val="00C9481E"/>
    <w:rsid w:val="00CC401F"/>
    <w:rsid w:val="00CE6755"/>
    <w:rsid w:val="00D22C9F"/>
    <w:rsid w:val="00D42EA9"/>
    <w:rsid w:val="00D4421A"/>
    <w:rsid w:val="00D55525"/>
    <w:rsid w:val="00D73546"/>
    <w:rsid w:val="00D861E8"/>
    <w:rsid w:val="00D95B4D"/>
    <w:rsid w:val="00D95D29"/>
    <w:rsid w:val="00DB4F9D"/>
    <w:rsid w:val="00DB75C9"/>
    <w:rsid w:val="00DD1F6D"/>
    <w:rsid w:val="00DD2772"/>
    <w:rsid w:val="00DD60AA"/>
    <w:rsid w:val="00DF2685"/>
    <w:rsid w:val="00DF33E9"/>
    <w:rsid w:val="00DF3FDC"/>
    <w:rsid w:val="00DF5A9D"/>
    <w:rsid w:val="00DF76B0"/>
    <w:rsid w:val="00E067E9"/>
    <w:rsid w:val="00E14249"/>
    <w:rsid w:val="00E30530"/>
    <w:rsid w:val="00E41193"/>
    <w:rsid w:val="00E64084"/>
    <w:rsid w:val="00E8430E"/>
    <w:rsid w:val="00EB2B3F"/>
    <w:rsid w:val="00EB459B"/>
    <w:rsid w:val="00EE354B"/>
    <w:rsid w:val="00F10D67"/>
    <w:rsid w:val="00F24513"/>
    <w:rsid w:val="00F266A9"/>
    <w:rsid w:val="00F35BD3"/>
    <w:rsid w:val="00F5027F"/>
    <w:rsid w:val="00F55858"/>
    <w:rsid w:val="00F65D4A"/>
    <w:rsid w:val="00F765C5"/>
    <w:rsid w:val="00F86B17"/>
    <w:rsid w:val="00FA2ACE"/>
    <w:rsid w:val="00FB3FD2"/>
    <w:rsid w:val="00FD7F7C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B42A66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54A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  <w:style w:type="paragraph" w:styleId="Zkladntext2">
    <w:name w:val="Body Text 2"/>
    <w:basedOn w:val="Normln"/>
    <w:link w:val="Zkladntext2Char"/>
    <w:semiHidden/>
    <w:rsid w:val="00D22C9F"/>
    <w:pPr>
      <w:widowControl w:val="0"/>
    </w:pPr>
    <w:rPr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D22C9F"/>
    <w:rPr>
      <w:snapToGrid w:val="0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2C9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2C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</TotalTime>
  <Pages>3</Pages>
  <Words>513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3</cp:revision>
  <cp:lastPrinted>2022-06-15T13:05:00Z</cp:lastPrinted>
  <dcterms:created xsi:type="dcterms:W3CDTF">2022-09-14T09:42:00Z</dcterms:created>
  <dcterms:modified xsi:type="dcterms:W3CDTF">2022-09-14T14:01:00Z</dcterms:modified>
</cp:coreProperties>
</file>